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6D93A" w14:textId="77777777" w:rsidR="00112987" w:rsidRDefault="00112987" w:rsidP="00112987">
      <w:pPr>
        <w:rPr>
          <w:lang w:val="en-US"/>
        </w:rPr>
      </w:pPr>
      <w:r>
        <w:rPr>
          <w:lang w:val="en-US"/>
        </w:rPr>
        <w:t>Il 9 giugno ho iniziato lo stage nello studio di pubblicit</w:t>
      </w:r>
      <w:r w:rsidR="003B7A34">
        <w:rPr>
          <w:lang w:val="en-US"/>
        </w:rPr>
        <w:t xml:space="preserve">à </w:t>
      </w:r>
      <w:r>
        <w:rPr>
          <w:lang w:val="en-US"/>
        </w:rPr>
        <w:t>(lo scarabocchio) a Palazzolo Milanese in via Mazzini.</w:t>
      </w:r>
    </w:p>
    <w:p w14:paraId="0C6860BD" w14:textId="77777777" w:rsidR="00112987" w:rsidRDefault="00112987" w:rsidP="00112987">
      <w:pPr>
        <w:rPr>
          <w:lang w:val="en-US"/>
        </w:rPr>
      </w:pPr>
      <w:r>
        <w:rPr>
          <w:lang w:val="en-US"/>
        </w:rPr>
        <w:t>Per arrivarci ci metto 5 minuti a piedi.</w:t>
      </w:r>
    </w:p>
    <w:p w14:paraId="1B53DDE5" w14:textId="77777777" w:rsidR="00112987" w:rsidRDefault="00112987" w:rsidP="00112987">
      <w:pPr>
        <w:rPr>
          <w:lang w:val="en-US"/>
        </w:rPr>
      </w:pPr>
      <w:r>
        <w:rPr>
          <w:lang w:val="en-US"/>
        </w:rPr>
        <w:t>Ho sviluppato marchi e immagini per biglietti da visita, loghi e menu da tavolo ; mi hanno fatto personalizzare immagini per poi stamparle su tshirt</w:t>
      </w:r>
      <w:r w:rsidR="003B7A34">
        <w:rPr>
          <w:lang w:val="en-US"/>
        </w:rPr>
        <w:t>.</w:t>
      </w:r>
    </w:p>
    <w:p w14:paraId="7B746C9C" w14:textId="77777777" w:rsidR="003B7A34" w:rsidRDefault="003B7A34" w:rsidP="00112987">
      <w:pPr>
        <w:rPr>
          <w:lang w:val="en-US"/>
        </w:rPr>
      </w:pPr>
      <w:r>
        <w:rPr>
          <w:lang w:val="en-US"/>
        </w:rPr>
        <w:t>Alla fine delle tre settimane mi hanno stampato tutti i lavori che ho fatto per tenerli come ricordo.</w:t>
      </w:r>
    </w:p>
    <w:p w14:paraId="3C779562" w14:textId="77777777" w:rsidR="003B7A34" w:rsidRDefault="003B7A34" w:rsidP="00112987">
      <w:pPr>
        <w:rPr>
          <w:lang w:val="en-US"/>
        </w:rPr>
      </w:pPr>
      <w:r>
        <w:rPr>
          <w:lang w:val="en-US"/>
        </w:rPr>
        <w:t>Nello studio ho lavorato con la titolare e la collaboratrice.</w:t>
      </w:r>
    </w:p>
    <w:p w14:paraId="52AA9C0E" w14:textId="1ACD585A" w:rsidR="003B7A34" w:rsidRPr="00112987" w:rsidRDefault="00EA1FE3" w:rsidP="00112987">
      <w:pPr>
        <w:rPr>
          <w:lang w:val="en-US"/>
        </w:rPr>
      </w:pPr>
      <w:r>
        <w:rPr>
          <w:lang w:val="en-US"/>
        </w:rPr>
        <w:t>Questa esperienza è stata faticosa ma allo stesso tempo mi è servitor per capire cosa significa lavorare.</w:t>
      </w:r>
      <w:bookmarkStart w:id="0" w:name="_GoBack"/>
      <w:bookmarkEnd w:id="0"/>
    </w:p>
    <w:sectPr w:rsidR="003B7A34" w:rsidRPr="00112987">
      <w:footerReference w:type="default" r:id="rId7"/>
      <w:pgSz w:w="11907" w:h="16839" w:code="9"/>
      <w:pgMar w:top="72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2E191" w14:textId="77777777" w:rsidR="00CC1AFA" w:rsidRDefault="00CC1AFA">
      <w:r>
        <w:separator/>
      </w:r>
    </w:p>
    <w:p w14:paraId="110450EB" w14:textId="77777777" w:rsidR="00CC1AFA" w:rsidRDefault="00CC1AFA"/>
  </w:endnote>
  <w:endnote w:type="continuationSeparator" w:id="0">
    <w:p w14:paraId="55AFB263" w14:textId="77777777" w:rsidR="00CC1AFA" w:rsidRDefault="00CC1AFA">
      <w:r>
        <w:continuationSeparator/>
      </w:r>
    </w:p>
    <w:p w14:paraId="505B71A1" w14:textId="77777777" w:rsidR="00CC1AFA" w:rsidRDefault="00CC1A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076F8A" w14:textId="77777777" w:rsidR="00227BD5" w:rsidRDefault="00100508">
        <w:pPr>
          <w:pStyle w:val="Pidipa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78561" w14:textId="77777777" w:rsidR="00CC1AFA" w:rsidRDefault="00CC1AFA">
      <w:r>
        <w:separator/>
      </w:r>
    </w:p>
    <w:p w14:paraId="7504ADA1" w14:textId="77777777" w:rsidR="00CC1AFA" w:rsidRDefault="00CC1AFA"/>
  </w:footnote>
  <w:footnote w:type="continuationSeparator" w:id="0">
    <w:p w14:paraId="62BD21FA" w14:textId="77777777" w:rsidR="00CC1AFA" w:rsidRDefault="00CC1AFA">
      <w:r>
        <w:continuationSeparator/>
      </w:r>
    </w:p>
    <w:p w14:paraId="0CCD6E8E" w14:textId="77777777" w:rsidR="00CC1AFA" w:rsidRDefault="00CC1AFA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906CDF"/>
    <w:multiLevelType w:val="hybridMultilevel"/>
    <w:tmpl w:val="9E244A1C"/>
    <w:lvl w:ilvl="0" w:tplc="A78AD9E8">
      <w:start w:val="1"/>
      <w:numFmt w:val="bullet"/>
      <w:pStyle w:val="Puntoelenco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B4355"/>
    <w:multiLevelType w:val="hybridMultilevel"/>
    <w:tmpl w:val="0B203272"/>
    <w:lvl w:ilvl="0" w:tplc="CE0E85FE">
      <w:start w:val="1"/>
      <w:numFmt w:val="decimal"/>
      <w:pStyle w:val="Numeroelenco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87"/>
    <w:rsid w:val="000A610C"/>
    <w:rsid w:val="00100508"/>
    <w:rsid w:val="00112987"/>
    <w:rsid w:val="00227BD5"/>
    <w:rsid w:val="003B7A34"/>
    <w:rsid w:val="00854E9C"/>
    <w:rsid w:val="00CC1AFA"/>
    <w:rsid w:val="00D8332B"/>
    <w:rsid w:val="00EA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1FB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it-IT" w:eastAsia="ja-JP" w:bidi="it-IT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610C"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uiPriority w:val="9"/>
    <w:qFormat/>
    <w:pPr>
      <w:numPr>
        <w:numId w:val="3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Numeroelenco">
    <w:name w:val="List Number"/>
    <w:basedOn w:val="Normale"/>
    <w:uiPriority w:val="9"/>
    <w:qFormat/>
    <w:pPr>
      <w:numPr>
        <w:numId w:val="4"/>
      </w:numPr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qFormat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styleId="Titolo">
    <w:name w:val="Title"/>
    <w:basedOn w:val="Normale"/>
    <w:link w:val="TitoloCarattere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ottotitolo">
    <w:name w:val="Subtitle"/>
    <w:basedOn w:val="Normale"/>
    <w:link w:val="SottotitoloCarattere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ottotitoloCarattere">
    <w:name w:val="Sottotitolo Carattere"/>
    <w:basedOn w:val="Carpredefinitoparagrafo"/>
    <w:link w:val="Sottotitolo"/>
    <w:uiPriority w:val="11"/>
    <w:semiHidden/>
    <w:rPr>
      <w:rFonts w:eastAsiaTheme="minorEastAsia"/>
      <w:caps/>
      <w:sz w:val="40"/>
    </w:rPr>
  </w:style>
  <w:style w:type="character" w:styleId="Riferimentointenso">
    <w:name w:val="Intense Reference"/>
    <w:basedOn w:val="Carpredefinitoparagrafo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Titolodellibro">
    <w:name w:val="Book Title"/>
    <w:basedOn w:val="Carpredefinitoparagrafo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Enfasidelicata">
    <w:name w:val="Subtle Emphasis"/>
    <w:basedOn w:val="Carpredefinitoparagrafo"/>
    <w:uiPriority w:val="19"/>
    <w:semiHidden/>
    <w:unhideWhenUsed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semiHidden/>
    <w:unhideWhenUsed/>
    <w:qFormat/>
    <w:rPr>
      <w:b/>
      <w:iCs/>
      <w:color w:val="262626" w:themeColor="text1" w:themeTint="D9"/>
    </w:rPr>
  </w:style>
  <w:style w:type="character" w:styleId="Enfasiintensa">
    <w:name w:val="Intense Emphasis"/>
    <w:basedOn w:val="Carpredefinitoparagrafo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Enfasigrassetto">
    <w:name w:val="Strong"/>
    <w:basedOn w:val="Carpredefinitoparagrafo"/>
    <w:uiPriority w:val="22"/>
    <w:semiHidden/>
    <w:unhideWhenUsed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CitazioneCarattere">
    <w:name w:val="Citazione Carattere"/>
    <w:basedOn w:val="Carpredefinitoparagrafo"/>
    <w:link w:val="Citazione"/>
    <w:uiPriority w:val="29"/>
    <w:semiHidden/>
    <w:rPr>
      <w:i/>
      <w:iCs/>
      <w:sz w:val="36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semiHidden/>
    <w:rPr>
      <w:b/>
      <w:i/>
      <w:iCs/>
      <w:sz w:val="36"/>
    </w:rPr>
  </w:style>
  <w:style w:type="character" w:styleId="Riferimentodelicato">
    <w:name w:val="Subtle Reference"/>
    <w:basedOn w:val="Carpredefinitoparagrafo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outlineLvl w:val="9"/>
    </w:pPr>
  </w:style>
  <w:style w:type="character" w:styleId="Collegamentoipertestuale">
    <w:name w:val="Hyperlink"/>
    <w:basedOn w:val="Carpredefinitoparagrafo"/>
    <w:uiPriority w:val="99"/>
    <w:unhideWhenUsed/>
    <w:rPr>
      <w:color w:val="731C3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karinmonticelli/Library/Containers/com.microsoft.Word/Data/Library/Caches/TM10002086/Aggiungi%20note.dotx" TargetMode="Externa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Aggiungi note.dotx</Template>
  <TotalTime>21</TotalTime>
  <Pages>1</Pages>
  <Words>85</Words>
  <Characters>491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2016-06-29T17:18:00Z</dcterms:created>
  <dcterms:modified xsi:type="dcterms:W3CDTF">2016-07-20T09:30:00Z</dcterms:modified>
</cp:coreProperties>
</file>