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Avvenimenti: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presentazione teoria geocentrica di Galileo ad Andea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presentazione e spiegazione della teoria eliocentrica di Galileo ad Andrea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discussione tra Galileo, Andrea e la signora Sarti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entrata in scena di Ludovico e presentazione del medesimo a Galileo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entrata in scena di Priuli e discussione con Galileo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Galileo manda la signor Sarti dall’occhialaio</w:t>
      </w:r>
    </w:p>
    <w:p w:rsidR="008D1E9C" w:rsidRDefault="008D1E9C">
      <w:pPr>
        <w:rPr>
          <w:sz w:val="28"/>
          <w:szCs w:val="28"/>
        </w:rPr>
      </w:pP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Luoghi:</w:t>
      </w:r>
    </w:p>
    <w:p w:rsidR="008D1E9C" w:rsidRDefault="008D1E9C">
      <w:pPr>
        <w:rPr>
          <w:sz w:val="28"/>
          <w:szCs w:val="28"/>
        </w:rPr>
      </w:pPr>
      <w:r w:rsidRPr="009C7B57">
        <w:rPr>
          <w:sz w:val="28"/>
          <w:szCs w:val="28"/>
        </w:rPr>
        <w:t>la prima scena si svolge nella stanza di lavoro, miseramente arredata, di Galileo a Padova</w:t>
      </w:r>
    </w:p>
    <w:p w:rsidR="008D1E9C" w:rsidRDefault="008D1E9C">
      <w:pPr>
        <w:rPr>
          <w:sz w:val="28"/>
          <w:szCs w:val="28"/>
        </w:rPr>
      </w:pP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Personaggi: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Andrea Sarti: apprendista di Galileo e figlio della governante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Signora Sarti: governante</w:t>
      </w:r>
    </w:p>
    <w:p w:rsidR="008D1E9C" w:rsidRDefault="008D1E9C">
      <w:pPr>
        <w:rPr>
          <w:sz w:val="28"/>
          <w:szCs w:val="28"/>
        </w:rPr>
      </w:pPr>
      <w:r>
        <w:rPr>
          <w:sz w:val="28"/>
          <w:szCs w:val="28"/>
        </w:rPr>
        <w:t>Ludovico: giovane olandese, di famiglia ricca che voleva prendere lezioni da Galileo</w:t>
      </w:r>
    </w:p>
    <w:p w:rsidR="008D1E9C" w:rsidRPr="009C7B57" w:rsidRDefault="008D1E9C">
      <w:pPr>
        <w:rPr>
          <w:sz w:val="28"/>
          <w:szCs w:val="28"/>
        </w:rPr>
      </w:pPr>
      <w:r>
        <w:rPr>
          <w:sz w:val="28"/>
          <w:szCs w:val="28"/>
        </w:rPr>
        <w:t>Priuli: procuratore dello studio Patavino</w:t>
      </w:r>
    </w:p>
    <w:sectPr w:rsidR="008D1E9C" w:rsidRPr="009C7B57" w:rsidSect="00DE75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4E7"/>
    <w:rsid w:val="001E6D48"/>
    <w:rsid w:val="002A1583"/>
    <w:rsid w:val="002F5491"/>
    <w:rsid w:val="00483A0C"/>
    <w:rsid w:val="00621ED2"/>
    <w:rsid w:val="006D1170"/>
    <w:rsid w:val="007803B2"/>
    <w:rsid w:val="007814E7"/>
    <w:rsid w:val="008A5005"/>
    <w:rsid w:val="008D1E9C"/>
    <w:rsid w:val="009C7B57"/>
    <w:rsid w:val="00A265E2"/>
    <w:rsid w:val="00A32780"/>
    <w:rsid w:val="00A832CE"/>
    <w:rsid w:val="00AE3A2E"/>
    <w:rsid w:val="00BB7DA7"/>
    <w:rsid w:val="00C45787"/>
    <w:rsid w:val="00DE7535"/>
    <w:rsid w:val="00E918C9"/>
    <w:rsid w:val="00EE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5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102</Words>
  <Characters>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Avvenimenti:</dc:title>
  <dc:subject/>
  <dc:creator>Marco</dc:creator>
  <cp:keywords/>
  <dc:description/>
  <cp:lastModifiedBy>Maro Mattioli</cp:lastModifiedBy>
  <cp:revision>3</cp:revision>
  <cp:lastPrinted>2012-07-09T09:11:00Z</cp:lastPrinted>
  <dcterms:created xsi:type="dcterms:W3CDTF">2014-11-06T19:53:00Z</dcterms:created>
  <dcterms:modified xsi:type="dcterms:W3CDTF">2014-11-06T22:58:00Z</dcterms:modified>
</cp:coreProperties>
</file>